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CA3" w:rsidRDefault="00F15CA3" w:rsidP="00F15CA3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F15CA3" w:rsidRPr="008273DD" w:rsidRDefault="00F15CA3" w:rsidP="00F15CA3">
      <w:pPr>
        <w:rPr>
          <w:sz w:val="32"/>
          <w:szCs w:val="32"/>
        </w:rPr>
      </w:pPr>
      <w:bookmarkStart w:id="0" w:name="_GoBack"/>
      <w:bookmarkEnd w:id="0"/>
    </w:p>
    <w:p w:rsidR="000D60A6" w:rsidRPr="00232126" w:rsidRDefault="000D60A6" w:rsidP="00B55E44">
      <w:pPr>
        <w:pStyle w:val="berschrift4"/>
        <w:spacing w:line="360" w:lineRule="auto"/>
        <w:rPr>
          <w:sz w:val="32"/>
          <w:szCs w:val="32"/>
        </w:rPr>
      </w:pPr>
      <w:r w:rsidRPr="00232126">
        <w:rPr>
          <w:sz w:val="32"/>
          <w:szCs w:val="32"/>
        </w:rPr>
        <w:t>Aufgabe 4</w:t>
      </w:r>
    </w:p>
    <w:p w:rsidR="000D60A6" w:rsidRPr="00232126" w:rsidRDefault="000D60A6" w:rsidP="00B55E44">
      <w:pPr>
        <w:spacing w:line="360" w:lineRule="auto"/>
        <w:rPr>
          <w:sz w:val="32"/>
          <w:szCs w:val="32"/>
        </w:rPr>
      </w:pPr>
      <w:r w:rsidRPr="00232126">
        <w:rPr>
          <w:sz w:val="32"/>
          <w:szCs w:val="32"/>
        </w:rPr>
        <w:t>Der Pfeil zeigt auf eine Zahl.</w:t>
      </w:r>
    </w:p>
    <w:p w:rsidR="000D60A6" w:rsidRDefault="000D60A6" w:rsidP="00B55E44">
      <w:pPr>
        <w:spacing w:line="360" w:lineRule="auto"/>
        <w:rPr>
          <w:rFonts w:eastAsia="Times New Roman"/>
          <w:lang w:eastAsia="de-DE"/>
        </w:rPr>
      </w:pPr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280035</wp:posOffset>
                </wp:positionV>
                <wp:extent cx="9885680" cy="2686050"/>
                <wp:effectExtent l="0" t="0" r="127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5680" cy="2686050"/>
                          <a:chOff x="0" y="0"/>
                          <a:chExt cx="9885680" cy="2686050"/>
                        </a:xfrm>
                      </wpg:grpSpPr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5680" cy="268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7525" y="361950"/>
                            <a:ext cx="1010786" cy="517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60A6" w:rsidRPr="000D60A6" w:rsidRDefault="000D60A6" w:rsidP="000D60A6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0D60A6">
                                <w:rPr>
                                  <w:sz w:val="40"/>
                                  <w:szCs w:val="40"/>
                                </w:rPr>
                                <w:t>_</w:t>
                              </w:r>
                              <w:r w:rsidRPr="000D60A6">
                                <w:rPr>
                                  <w:sz w:val="40"/>
                                  <w:szCs w:val="40"/>
                                  <w:highlight w:val="yellow"/>
                                </w:rPr>
                                <w:t>...</w:t>
                              </w:r>
                              <w:r w:rsidRPr="000D60A6">
                                <w:rPr>
                                  <w:sz w:val="40"/>
                                  <w:szCs w:val="40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Rechteck 1"/>
                        <wps:cNvSpPr/>
                        <wps:spPr>
                          <a:xfrm>
                            <a:off x="3257550" y="962025"/>
                            <a:ext cx="514350" cy="8007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feil nach unten 26"/>
                        <wps:cNvSpPr/>
                        <wps:spPr>
                          <a:xfrm>
                            <a:off x="3352800" y="1019175"/>
                            <a:ext cx="398780" cy="747395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-25.2pt;margin-top:22.05pt;width:778.4pt;height:211.5pt;z-index:251662336" coordsize="98856,268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RnVBl&#10;qSORZV3r0oAd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m7/wVh/5TY/8E4f+xi+I&#10;v/pq02v0ir83f+CsP/KbH/gnD/2MXxF/9NWm0AfpEOlFA6UUAFFFFABRRRQAUUUUAFFFFABRRRQA&#10;UUUUAFFFFABRRRQAHpX5z/8ABqV/yhD+F/8A2GfEf/p6vK/Rg9K/Of8A4NSv+UIfwv8A+wz4j/8A&#10;T1eUAfox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V+b&#10;v/BWH/lNj/wTh/7GL4i/+mrTa/SKvzd/4Kw/8psf+CcP/YxfEX/01abQB+kQ6UUDpRQAUUUUAFFF&#10;FABRRRQAUUUUAFFFFABRRRQAUUUUAFFFFAAelfnP/wAGpX/KEP4X/wDYZ8R/+nq8r9GD0r85/wDg&#10;1K/5Qh/C/wD7DPiP/wBPV5QB+j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D8Dv+D5X/AJF39mf/AK/fF3/oGjV94/8ABrj/AMoKvgb/ANzN/wCpPq1fB3/B8r/yLv7M/wD1&#10;++Lv/QNGr7x/4Ncf+UFXwN/7mb/1J9WoA/Q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Y&#10;kKSBTEmVyVA5HagD8Ef+D5X/AJF39mf/AK/fF3/oGjV94/8ABrj/AMoKvgb/ANzN/wCpPq1fB3/B&#10;8l8/h/8AZnUf8/vi7r0+5o9fd/8Awa6SiP8A4IWfAxW7nxN05/5mbVqAP0Copscvmfw4p1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5" o:spid="_x0000_s1027" type="#_x0000_t75" style="position:absolute;width:98856;height:26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30575;top:3619;width:10108;height:5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0D60A6" w:rsidRPr="000D60A6" w:rsidRDefault="000D60A6" w:rsidP="000D60A6">
                        <w:pPr>
                          <w:rPr>
                            <w:sz w:val="40"/>
                            <w:szCs w:val="40"/>
                          </w:rPr>
                        </w:pPr>
                        <w:r w:rsidRPr="000D60A6">
                          <w:rPr>
                            <w:sz w:val="40"/>
                            <w:szCs w:val="40"/>
                          </w:rPr>
                          <w:t>_</w:t>
                        </w:r>
                        <w:r w:rsidRPr="000D60A6">
                          <w:rPr>
                            <w:sz w:val="40"/>
                            <w:szCs w:val="40"/>
                            <w:highlight w:val="yellow"/>
                          </w:rPr>
                          <w:t>...</w:t>
                        </w:r>
                        <w:r w:rsidRPr="000D60A6">
                          <w:rPr>
                            <w:sz w:val="40"/>
                            <w:szCs w:val="40"/>
                          </w:rPr>
                          <w:t>_</w:t>
                        </w:r>
                      </w:p>
                    </w:txbxContent>
                  </v:textbox>
                </v:shape>
                <v:rect id="Rechteck 1" o:spid="_x0000_s1029" style="position:absolute;left:32575;top:9620;width:5144;height:8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" fillcolor="white [3212]" stroked="f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26" o:spid="_x0000_s1030" type="#_x0000_t67" style="position:absolute;left:33528;top:10191;width:3987;height:7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" adj="15838" fillcolor="red" strokecolor="black [3213]" strokeweight="1.5pt"/>
              </v:group>
            </w:pict>
          </mc:Fallback>
        </mc:AlternateContent>
      </w:r>
    </w:p>
    <w:p w:rsidR="000D60A6" w:rsidRDefault="000D60A6" w:rsidP="000D60A6"/>
    <w:p w:rsidR="000D60A6" w:rsidRDefault="000D60A6" w:rsidP="000D60A6"/>
    <w:p w:rsidR="000D60A6" w:rsidRDefault="000D60A6" w:rsidP="000D60A6"/>
    <w:p w:rsidR="000D60A6" w:rsidRDefault="000D60A6" w:rsidP="000D60A6"/>
    <w:p w:rsidR="000D60A6" w:rsidRDefault="000D60A6" w:rsidP="000D60A6"/>
    <w:p w:rsidR="003B450E" w:rsidRPr="000D60A6" w:rsidRDefault="003B450E" w:rsidP="000D60A6"/>
    <w:sectPr w:rsidR="003B450E" w:rsidRPr="000D60A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B450E"/>
    <w:rsid w:val="004B595C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36975"/>
    <w:rsid w:val="00E67B7D"/>
    <w:rsid w:val="00F15CA3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AFB54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C1CB-1000-43F2-BB3F-574C5D102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2022-04-08T10:00:00Z</dcterms:created>
  <dcterms:modified xsi:type="dcterms:W3CDTF">2022-04-11T11:43:00Z</dcterms:modified>
</cp:coreProperties>
</file>